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EBF" w:rsidRDefault="00644EBF" w:rsidP="001E04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Правил определения границ прилегающих к</w:t>
      </w:r>
    </w:p>
    <w:p w:rsidR="00644EBF" w:rsidRDefault="00644EBF" w:rsidP="001E04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некоторым организациям и объектам территорий,</w:t>
      </w:r>
    </w:p>
    <w:p w:rsidR="00644EBF" w:rsidRDefault="00644EBF" w:rsidP="001E04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которых не допускается розничная продажа алкогольной продукции</w:t>
      </w:r>
    </w:p>
    <w:p w:rsidR="00644EBF" w:rsidRPr="004B74D0" w:rsidRDefault="00644EBF" w:rsidP="001E04C1">
      <w:pPr>
        <w:jc w:val="center"/>
        <w:rPr>
          <w:b/>
          <w:bCs/>
          <w:sz w:val="28"/>
          <w:szCs w:val="28"/>
        </w:rPr>
      </w:pPr>
      <w:r w:rsidRPr="004B74D0">
        <w:rPr>
          <w:b/>
          <w:bCs/>
          <w:sz w:val="28"/>
          <w:szCs w:val="28"/>
        </w:rPr>
        <w:t>в Курчанском сельском поселении Темрюкского района</w:t>
      </w:r>
    </w:p>
    <w:p w:rsidR="00644EBF" w:rsidRDefault="00644EBF" w:rsidP="0003175E">
      <w:pPr>
        <w:jc w:val="both"/>
        <w:rPr>
          <w:sz w:val="28"/>
          <w:szCs w:val="28"/>
        </w:rPr>
      </w:pPr>
    </w:p>
    <w:p w:rsidR="00644EBF" w:rsidRDefault="00644EBF" w:rsidP="001E04C1">
      <w:pPr>
        <w:jc w:val="both"/>
        <w:rPr>
          <w:sz w:val="28"/>
          <w:szCs w:val="28"/>
        </w:rPr>
      </w:pPr>
    </w:p>
    <w:p w:rsidR="00644EBF" w:rsidRPr="00E04450" w:rsidRDefault="00644EBF" w:rsidP="001E04C1">
      <w:pPr>
        <w:ind w:firstLine="708"/>
        <w:jc w:val="both"/>
        <w:rPr>
          <w:sz w:val="28"/>
          <w:szCs w:val="28"/>
        </w:rPr>
      </w:pPr>
      <w:r w:rsidRPr="00E0445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от 22.11.1995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Краснодарского края от 11.01.2006 г. № 981-КЗ «О государственном регулировании оборота алкогольной и спиртосодержащей продукции на территории Краснодарского края», 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 утверждёнными Постановлением Правительства РФ от 27.12.2012 г. № 1425,  п о с т а н о в л я ю: </w:t>
      </w:r>
    </w:p>
    <w:p w:rsidR="00644EBF" w:rsidRPr="008E54CE" w:rsidRDefault="00644EBF" w:rsidP="008E54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г</w:t>
      </w:r>
      <w:r w:rsidRPr="00895F8F">
        <w:rPr>
          <w:sz w:val="28"/>
          <w:szCs w:val="28"/>
        </w:rPr>
        <w:t>раниц</w:t>
      </w:r>
      <w:r>
        <w:rPr>
          <w:sz w:val="28"/>
          <w:szCs w:val="28"/>
        </w:rPr>
        <w:t>ы</w:t>
      </w:r>
      <w:r w:rsidRPr="00895F8F">
        <w:rPr>
          <w:sz w:val="28"/>
          <w:szCs w:val="28"/>
        </w:rPr>
        <w:t xml:space="preserve"> прилегающих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некоторым </w:t>
      </w:r>
      <w:r w:rsidRPr="008E54CE">
        <w:rPr>
          <w:sz w:val="28"/>
          <w:szCs w:val="28"/>
        </w:rPr>
        <w:t xml:space="preserve">организациям и объектам территорий,  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в Курчанском сельском поселении Темрюкского района </w:t>
      </w:r>
      <w:r w:rsidRPr="008E54CE">
        <w:rPr>
          <w:sz w:val="28"/>
          <w:szCs w:val="28"/>
        </w:rPr>
        <w:t xml:space="preserve">(Приложение).      </w:t>
      </w:r>
    </w:p>
    <w:p w:rsidR="00644EBF" w:rsidRDefault="00644EBF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Начальнику   общего   отдела   Дацюк Ю.А.   опубликовать     настоящее </w:t>
      </w:r>
    </w:p>
    <w:p w:rsidR="00644EBF" w:rsidRDefault="00644EBF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 газете «Курчанский вестник»  и на официальном сайте в сети Интернет.  </w:t>
      </w:r>
    </w:p>
    <w:p w:rsidR="00644EBF" w:rsidRDefault="00644EBF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исполнением настоящего постановления возложить на заместителя главы Курчанского сельского поселения Темрюкского района Кулинича Е.А.</w:t>
      </w:r>
    </w:p>
    <w:p w:rsidR="00644EBF" w:rsidRDefault="00644EBF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Настоящее   постановление   вступает  в  силу  после   его  официального </w:t>
      </w:r>
    </w:p>
    <w:p w:rsidR="00644EBF" w:rsidRDefault="00644EBF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опубликования.</w:t>
      </w:r>
    </w:p>
    <w:p w:rsidR="00644EBF" w:rsidRPr="007B7987" w:rsidRDefault="00644EBF" w:rsidP="00895F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B7987">
        <w:rPr>
          <w:sz w:val="28"/>
          <w:szCs w:val="28"/>
        </w:rPr>
        <w:t xml:space="preserve">            </w:t>
      </w:r>
    </w:p>
    <w:p w:rsidR="00644EBF" w:rsidRPr="00E04450" w:rsidRDefault="00644EBF" w:rsidP="0003175E">
      <w:pPr>
        <w:jc w:val="both"/>
        <w:rPr>
          <w:sz w:val="28"/>
          <w:szCs w:val="28"/>
        </w:rPr>
      </w:pP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Курчанского сельского поселения</w:t>
      </w:r>
    </w:p>
    <w:p w:rsidR="00644EBF" w:rsidRPr="00E04450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В.П. Гришков</w:t>
      </w:r>
    </w:p>
    <w:p w:rsidR="00644EBF" w:rsidRDefault="00644EBF" w:rsidP="0003175E">
      <w:pPr>
        <w:jc w:val="both"/>
        <w:rPr>
          <w:sz w:val="28"/>
          <w:szCs w:val="28"/>
        </w:rPr>
      </w:pPr>
    </w:p>
    <w:p w:rsidR="00644EBF" w:rsidRDefault="00644EBF" w:rsidP="0003175E">
      <w:pPr>
        <w:jc w:val="both"/>
        <w:rPr>
          <w:sz w:val="28"/>
          <w:szCs w:val="28"/>
        </w:rPr>
      </w:pPr>
    </w:p>
    <w:p w:rsidR="00644EBF" w:rsidRDefault="00644EBF" w:rsidP="0003175E">
      <w:pPr>
        <w:jc w:val="both"/>
        <w:rPr>
          <w:sz w:val="28"/>
          <w:szCs w:val="28"/>
        </w:rPr>
      </w:pPr>
    </w:p>
    <w:p w:rsidR="00644EBF" w:rsidRPr="00E04450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Приложение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УТВЕРЖДЕНЫ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постановлением    администрации      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Курчанского сельского поселения            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Темрюкского района 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от 19.05.2014 № 161</w:t>
      </w:r>
    </w:p>
    <w:p w:rsidR="00644EBF" w:rsidRPr="00E04450" w:rsidRDefault="00644EBF" w:rsidP="0003175E">
      <w:pPr>
        <w:jc w:val="both"/>
        <w:rPr>
          <w:sz w:val="28"/>
          <w:szCs w:val="28"/>
        </w:rPr>
      </w:pPr>
    </w:p>
    <w:p w:rsidR="00644EBF" w:rsidRDefault="00644EBF" w:rsidP="004C2FC4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Границы</w:t>
      </w:r>
      <w:r>
        <w:rPr>
          <w:b/>
          <w:bCs/>
          <w:sz w:val="28"/>
          <w:szCs w:val="28"/>
        </w:rPr>
        <w:t xml:space="preserve"> </w:t>
      </w:r>
    </w:p>
    <w:p w:rsidR="00644EBF" w:rsidRDefault="00644EBF" w:rsidP="004C2FC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  <w:r w:rsidRPr="00895F8F">
        <w:rPr>
          <w:sz w:val="28"/>
          <w:szCs w:val="28"/>
        </w:rPr>
        <w:t>прилегающих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к некоторым организациям и объектам территорий, </w:t>
      </w:r>
    </w:p>
    <w:p w:rsidR="00644EBF" w:rsidRPr="00E04450" w:rsidRDefault="00644EBF" w:rsidP="004C2F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95F8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 xml:space="preserve">которых не допускается 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розничная продажа алкогольной продукции</w:t>
      </w:r>
    </w:p>
    <w:p w:rsidR="00644EBF" w:rsidRPr="00E04450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в Курчанском сельском поселении Темрюкского района</w:t>
      </w:r>
    </w:p>
    <w:p w:rsidR="00644EBF" w:rsidRDefault="00644EBF" w:rsidP="001A1B03">
      <w:pPr>
        <w:ind w:left="1702"/>
        <w:jc w:val="both"/>
        <w:rPr>
          <w:sz w:val="28"/>
          <w:szCs w:val="28"/>
        </w:rPr>
      </w:pPr>
    </w:p>
    <w:p w:rsidR="00644EBF" w:rsidRPr="004A7F15" w:rsidRDefault="00644EBF" w:rsidP="001A1B03">
      <w:pPr>
        <w:ind w:left="1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A7F1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Pr="004A7F15">
        <w:rPr>
          <w:sz w:val="28"/>
          <w:szCs w:val="28"/>
        </w:rPr>
        <w:t xml:space="preserve">     1.  Термины и определения</w:t>
      </w:r>
    </w:p>
    <w:p w:rsidR="00644EBF" w:rsidRPr="001A1B03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Pr="00E04450" w:rsidRDefault="00644EBF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800842">
        <w:rPr>
          <w:b/>
          <w:bCs/>
          <w:sz w:val="28"/>
          <w:szCs w:val="28"/>
        </w:rPr>
        <w:t>Алкогольная продукция</w:t>
      </w:r>
      <w:r>
        <w:rPr>
          <w:sz w:val="28"/>
          <w:szCs w:val="28"/>
        </w:rPr>
        <w:t xml:space="preserve"> – пищевая продукция с содержанием  этилового спирта более 0,5% объёма готовой продукции, за исключением пищевой продукции в соответствии с перечнем, установленным Правительством РФ. </w:t>
      </w:r>
    </w:p>
    <w:p w:rsidR="00644EBF" w:rsidRPr="00E04450" w:rsidRDefault="00644EBF" w:rsidP="0003175E">
      <w:pPr>
        <w:jc w:val="both"/>
        <w:rPr>
          <w:sz w:val="28"/>
          <w:szCs w:val="28"/>
        </w:rPr>
      </w:pPr>
      <w:r w:rsidRPr="00800842">
        <w:rPr>
          <w:sz w:val="28"/>
          <w:szCs w:val="28"/>
        </w:rPr>
        <w:t>Алкогольная продукция</w:t>
      </w:r>
      <w:r>
        <w:rPr>
          <w:sz w:val="28"/>
          <w:szCs w:val="28"/>
        </w:rPr>
        <w:t xml:space="preserve"> подразделяется на такие виды, как спиртные напитки (в том числе водка), вино, фруктовое вино, ликёрное вино, игристое вино (шампанское), винные напитки, пиво и напитки, изготавливаемые на основе пива, сидр, пуаре, медовуха.</w:t>
      </w:r>
    </w:p>
    <w:p w:rsidR="00644EBF" w:rsidRPr="009628B2" w:rsidRDefault="00644EBF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9628B2">
        <w:rPr>
          <w:b/>
          <w:bCs/>
          <w:sz w:val="28"/>
          <w:szCs w:val="28"/>
        </w:rPr>
        <w:t>Объекты, в которых не допускается розничная продажа алкогольной продукции</w:t>
      </w:r>
      <w:r>
        <w:rPr>
          <w:b/>
          <w:bCs/>
          <w:sz w:val="28"/>
          <w:szCs w:val="28"/>
        </w:rPr>
        <w:t xml:space="preserve"> – </w:t>
      </w:r>
      <w:r w:rsidRPr="009628B2">
        <w:rPr>
          <w:sz w:val="28"/>
          <w:szCs w:val="28"/>
        </w:rPr>
        <w:t>детские, образовательные, медицинские организации, объекты спорта</w:t>
      </w:r>
      <w:r>
        <w:rPr>
          <w:sz w:val="28"/>
          <w:szCs w:val="28"/>
        </w:rPr>
        <w:t>, организации культуры (за исключением розничной продажи в организациях культуры алкогольной продукции, пива, сидра, пуаре, медовухи, осуществляемой предпринимателями и организациями при оказании ими услуг общественного питания), оптовые и розничные рынки, в местах массового скопления граждан, в нестационарных торговых объектах.</w:t>
      </w:r>
    </w:p>
    <w:p w:rsidR="00644EBF" w:rsidRDefault="00644EBF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Pr="000D1434">
        <w:rPr>
          <w:b/>
          <w:bCs/>
          <w:sz w:val="28"/>
          <w:szCs w:val="28"/>
        </w:rPr>
        <w:t>Прилегающая территория</w:t>
      </w:r>
      <w:r>
        <w:rPr>
          <w:sz w:val="28"/>
          <w:szCs w:val="28"/>
        </w:rPr>
        <w:t xml:space="preserve"> – земельный участок, который непосредственно прилегает к зданию, строению, сооружению и границы которого определяются решением органа местного самоуправления с соблюдением Правил, установленных постановлением  Правительства РФ от 27.12.2012 г. № 1425.</w:t>
      </w:r>
    </w:p>
    <w:p w:rsidR="00644EBF" w:rsidRPr="009628B2" w:rsidRDefault="00644EBF" w:rsidP="00031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Прилегающая территория состоит из обособленной территории и дополнительной территории.</w:t>
      </w:r>
    </w:p>
    <w:p w:rsidR="00644EBF" w:rsidRPr="009D4A04" w:rsidRDefault="00644EBF" w:rsidP="000317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9D4A04">
        <w:rPr>
          <w:b/>
          <w:bCs/>
          <w:sz w:val="28"/>
          <w:szCs w:val="28"/>
        </w:rPr>
        <w:t>Обособленная территория</w:t>
      </w:r>
      <w:r>
        <w:rPr>
          <w:b/>
          <w:bCs/>
          <w:sz w:val="28"/>
          <w:szCs w:val="28"/>
        </w:rPr>
        <w:t xml:space="preserve"> – </w:t>
      </w:r>
      <w:r w:rsidRPr="009D4A04">
        <w:rPr>
          <w:sz w:val="28"/>
          <w:szCs w:val="28"/>
        </w:rPr>
        <w:t>территория, границы которой обозначены ограждением, прилегающая к зданию, строению, сооружению</w:t>
      </w:r>
      <w:r>
        <w:rPr>
          <w:sz w:val="28"/>
          <w:szCs w:val="28"/>
        </w:rPr>
        <w:t xml:space="preserve">, в котором расположены объекты, в которых не допускается </w:t>
      </w:r>
      <w:r w:rsidRPr="009D4A04">
        <w:rPr>
          <w:sz w:val="28"/>
          <w:szCs w:val="28"/>
        </w:rPr>
        <w:t>розничная продажа алкогольной продукции</w:t>
      </w:r>
      <w:r>
        <w:rPr>
          <w:sz w:val="28"/>
          <w:szCs w:val="28"/>
        </w:rPr>
        <w:t>. Обособленная территория включается в состав прилегающей территории.</w:t>
      </w:r>
    </w:p>
    <w:p w:rsidR="00644EBF" w:rsidRDefault="00644EBF" w:rsidP="0059048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59048D">
        <w:rPr>
          <w:b/>
          <w:bCs/>
          <w:sz w:val="28"/>
          <w:szCs w:val="28"/>
        </w:rPr>
        <w:t xml:space="preserve"> Дополнительная территория</w:t>
      </w:r>
      <w:r>
        <w:rPr>
          <w:sz w:val="28"/>
          <w:szCs w:val="28"/>
        </w:rPr>
        <w:t xml:space="preserve"> – территория, определяемая с учётом конкретных особенностей местности и застройки, примыкающая к границам обособленной территории либо непосредственно к зданию, строению, сооружению, в котором не допускается </w:t>
      </w:r>
      <w:r w:rsidRPr="009D4A04">
        <w:rPr>
          <w:sz w:val="28"/>
          <w:szCs w:val="28"/>
        </w:rPr>
        <w:t>розничная продажа алкогольной продукции</w:t>
      </w:r>
      <w:r>
        <w:rPr>
          <w:sz w:val="28"/>
          <w:szCs w:val="28"/>
        </w:rPr>
        <w:t>.</w:t>
      </w:r>
    </w:p>
    <w:p w:rsidR="00644EBF" w:rsidRDefault="00644EBF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Дополнительная территория определяется:</w:t>
      </w:r>
    </w:p>
    <w:p w:rsidR="00644EBF" w:rsidRDefault="00644EBF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2</w:t>
      </w:r>
    </w:p>
    <w:p w:rsidR="00644EBF" w:rsidRDefault="00644EBF" w:rsidP="0059048D">
      <w:pPr>
        <w:jc w:val="both"/>
        <w:rPr>
          <w:sz w:val="28"/>
          <w:szCs w:val="28"/>
        </w:rPr>
      </w:pPr>
    </w:p>
    <w:p w:rsidR="00644EBF" w:rsidRDefault="00644EBF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при наличии обособленной территории – от входа для посетителей на обособленную территорию до входа для посетителей в стационарный торговый</w:t>
      </w:r>
    </w:p>
    <w:p w:rsidR="00644EBF" w:rsidRDefault="00644EBF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объект;</w:t>
      </w:r>
    </w:p>
    <w:p w:rsidR="00644EBF" w:rsidRDefault="00644EBF" w:rsidP="003313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при отсутствии обособленной территории – от входа для посетителей в здание, строение, сооружение,  в которых не допускается </w:t>
      </w:r>
      <w:r w:rsidRPr="009D4A04">
        <w:rPr>
          <w:sz w:val="28"/>
          <w:szCs w:val="28"/>
        </w:rPr>
        <w:t>розничная продажа алкогольной продукции</w:t>
      </w:r>
      <w:r>
        <w:rPr>
          <w:sz w:val="28"/>
          <w:szCs w:val="28"/>
        </w:rPr>
        <w:t>, до входа для посетителей в стационарный торговый объект.</w:t>
      </w:r>
    </w:p>
    <w:p w:rsidR="00644EBF" w:rsidRDefault="00644EBF" w:rsidP="005904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644EBF" w:rsidRDefault="00644EBF" w:rsidP="001E04C1">
      <w:pPr>
        <w:jc w:val="center"/>
        <w:rPr>
          <w:sz w:val="28"/>
          <w:szCs w:val="28"/>
        </w:rPr>
      </w:pPr>
      <w:r>
        <w:rPr>
          <w:sz w:val="28"/>
          <w:szCs w:val="28"/>
        </w:rPr>
        <w:t>2. Границы</w:t>
      </w:r>
      <w:r w:rsidRPr="009D4A04"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прилегающих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к некоторым организациям</w:t>
      </w:r>
    </w:p>
    <w:p w:rsidR="00644EBF" w:rsidRDefault="00644EBF" w:rsidP="001E04C1">
      <w:pPr>
        <w:jc w:val="center"/>
        <w:rPr>
          <w:sz w:val="28"/>
          <w:szCs w:val="28"/>
        </w:rPr>
      </w:pPr>
      <w:r w:rsidRPr="00895F8F">
        <w:rPr>
          <w:sz w:val="28"/>
          <w:szCs w:val="28"/>
        </w:rPr>
        <w:t>и объектам территорий, на</w:t>
      </w:r>
      <w:r>
        <w:rPr>
          <w:sz w:val="28"/>
          <w:szCs w:val="28"/>
        </w:rPr>
        <w:t xml:space="preserve"> </w:t>
      </w:r>
      <w:r w:rsidRPr="00895F8F">
        <w:rPr>
          <w:sz w:val="28"/>
          <w:szCs w:val="28"/>
        </w:rPr>
        <w:t>которых не допускается розничная продажа</w:t>
      </w:r>
    </w:p>
    <w:p w:rsidR="00644EBF" w:rsidRPr="00E04450" w:rsidRDefault="00644EBF" w:rsidP="001E04C1">
      <w:pPr>
        <w:jc w:val="center"/>
        <w:rPr>
          <w:sz w:val="28"/>
          <w:szCs w:val="28"/>
        </w:rPr>
      </w:pPr>
      <w:r w:rsidRPr="00895F8F">
        <w:rPr>
          <w:sz w:val="28"/>
          <w:szCs w:val="28"/>
        </w:rPr>
        <w:t>алкогольной продукции</w:t>
      </w:r>
      <w:r>
        <w:rPr>
          <w:sz w:val="28"/>
          <w:szCs w:val="28"/>
        </w:rPr>
        <w:t xml:space="preserve"> на территории Курчанского сельского поселения</w:t>
      </w:r>
    </w:p>
    <w:p w:rsidR="00644EBF" w:rsidRDefault="00644EBF" w:rsidP="00AD53E5">
      <w:pPr>
        <w:jc w:val="both"/>
        <w:rPr>
          <w:sz w:val="28"/>
          <w:szCs w:val="28"/>
        </w:rPr>
      </w:pPr>
    </w:p>
    <w:p w:rsidR="00644EBF" w:rsidRDefault="00644EBF" w:rsidP="00A00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</w:t>
      </w:r>
      <w:r w:rsidRPr="00A736E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A736E0">
        <w:rPr>
          <w:sz w:val="28"/>
          <w:szCs w:val="28"/>
        </w:rPr>
        <w:t xml:space="preserve"> наличии у</w:t>
      </w:r>
      <w:r>
        <w:rPr>
          <w:sz w:val="28"/>
          <w:szCs w:val="28"/>
        </w:rPr>
        <w:t xml:space="preserve"> </w:t>
      </w:r>
      <w:r w:rsidRPr="00A736E0">
        <w:rPr>
          <w:sz w:val="28"/>
          <w:szCs w:val="28"/>
        </w:rPr>
        <w:t xml:space="preserve">объекта, в котором не допускается </w:t>
      </w:r>
      <w:r>
        <w:rPr>
          <w:sz w:val="28"/>
          <w:szCs w:val="28"/>
        </w:rPr>
        <w:t>розничная продажа</w:t>
      </w:r>
    </w:p>
    <w:p w:rsidR="00644EBF" w:rsidRDefault="00644EBF" w:rsidP="00D34E78">
      <w:pPr>
        <w:jc w:val="both"/>
        <w:rPr>
          <w:sz w:val="28"/>
          <w:szCs w:val="28"/>
        </w:rPr>
      </w:pPr>
      <w:r w:rsidRPr="00A736E0">
        <w:rPr>
          <w:sz w:val="28"/>
          <w:szCs w:val="28"/>
        </w:rPr>
        <w:t>алкогольной продукции</w:t>
      </w:r>
      <w:r>
        <w:rPr>
          <w:sz w:val="28"/>
          <w:szCs w:val="28"/>
        </w:rPr>
        <w:t xml:space="preserve">, обособленной территории </w:t>
      </w:r>
      <w:r w:rsidRPr="00A736E0">
        <w:rPr>
          <w:sz w:val="28"/>
          <w:szCs w:val="28"/>
        </w:rPr>
        <w:t xml:space="preserve">минимальное расстояние </w:t>
      </w:r>
      <w:r>
        <w:rPr>
          <w:sz w:val="28"/>
          <w:szCs w:val="28"/>
        </w:rPr>
        <w:t>прилегающей территории устанавливается в размере 30 метров  от входа для посетителей в данный объект до входа для посетителей в стационарный торговый объект.</w:t>
      </w:r>
    </w:p>
    <w:p w:rsidR="00644EBF" w:rsidRDefault="00644EBF" w:rsidP="00925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  При отсутствии у объекта, </w:t>
      </w:r>
      <w:r w:rsidRPr="00A736E0">
        <w:rPr>
          <w:sz w:val="28"/>
          <w:szCs w:val="28"/>
        </w:rPr>
        <w:t xml:space="preserve">в котором не допускается </w:t>
      </w:r>
      <w:r>
        <w:rPr>
          <w:sz w:val="28"/>
          <w:szCs w:val="28"/>
        </w:rPr>
        <w:t>розничная продажа</w:t>
      </w:r>
    </w:p>
    <w:p w:rsidR="00644EBF" w:rsidRPr="00925357" w:rsidRDefault="00644EBF" w:rsidP="00925357">
      <w:pPr>
        <w:jc w:val="both"/>
        <w:rPr>
          <w:sz w:val="28"/>
          <w:szCs w:val="28"/>
        </w:rPr>
      </w:pPr>
      <w:r w:rsidRPr="00925357">
        <w:rPr>
          <w:sz w:val="28"/>
          <w:szCs w:val="28"/>
        </w:rPr>
        <w:t xml:space="preserve">алкогольной продукции, обособленной территории </w:t>
      </w:r>
      <w:r>
        <w:rPr>
          <w:sz w:val="28"/>
          <w:szCs w:val="28"/>
        </w:rPr>
        <w:t xml:space="preserve"> минимальное расстояние  прилегающей территории</w:t>
      </w:r>
      <w:r w:rsidRPr="00925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устанавливается в размере 50 метров </w:t>
      </w:r>
      <w:r w:rsidRPr="00925357">
        <w:rPr>
          <w:sz w:val="28"/>
          <w:szCs w:val="28"/>
        </w:rPr>
        <w:t xml:space="preserve">от входа для посетителей в </w:t>
      </w:r>
      <w:r>
        <w:rPr>
          <w:sz w:val="28"/>
          <w:szCs w:val="28"/>
        </w:rPr>
        <w:t xml:space="preserve">данный объект </w:t>
      </w:r>
      <w:r w:rsidRPr="00925357">
        <w:rPr>
          <w:sz w:val="28"/>
          <w:szCs w:val="28"/>
        </w:rPr>
        <w:t>до входа для посетителей в стационарный торговый объект.</w:t>
      </w:r>
    </w:p>
    <w:p w:rsidR="00644EBF" w:rsidRDefault="00644EBF" w:rsidP="00451BD1">
      <w:pPr>
        <w:ind w:left="1215"/>
        <w:jc w:val="both"/>
        <w:rPr>
          <w:sz w:val="28"/>
          <w:szCs w:val="28"/>
        </w:rPr>
      </w:pPr>
    </w:p>
    <w:p w:rsidR="00644EBF" w:rsidRDefault="00644EBF" w:rsidP="00451BD1">
      <w:pPr>
        <w:jc w:val="both"/>
        <w:rPr>
          <w:sz w:val="28"/>
          <w:szCs w:val="28"/>
        </w:rPr>
      </w:pPr>
    </w:p>
    <w:p w:rsidR="00644EBF" w:rsidRDefault="00644EBF" w:rsidP="00451BD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Курчанского сельского поселения</w:t>
      </w:r>
    </w:p>
    <w:p w:rsidR="00644EBF" w:rsidRPr="00A736E0" w:rsidRDefault="00644EBF" w:rsidP="00451BD1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Е.А. Кулинич</w:t>
      </w:r>
    </w:p>
    <w:p w:rsidR="00644EBF" w:rsidRPr="009D4A04" w:rsidRDefault="00644EBF" w:rsidP="009D4A04">
      <w:pPr>
        <w:jc w:val="both"/>
        <w:rPr>
          <w:sz w:val="28"/>
          <w:szCs w:val="28"/>
        </w:rPr>
      </w:pPr>
    </w:p>
    <w:p w:rsidR="00644EBF" w:rsidRPr="009D4A04" w:rsidRDefault="00644EBF" w:rsidP="009D4A04">
      <w:pPr>
        <w:jc w:val="both"/>
        <w:rPr>
          <w:sz w:val="28"/>
          <w:szCs w:val="28"/>
        </w:rPr>
      </w:pPr>
    </w:p>
    <w:p w:rsidR="00644EBF" w:rsidRPr="009D4A04" w:rsidRDefault="00644EBF" w:rsidP="009D4A04">
      <w:pPr>
        <w:jc w:val="both"/>
        <w:rPr>
          <w:sz w:val="28"/>
          <w:szCs w:val="28"/>
        </w:rPr>
      </w:pPr>
    </w:p>
    <w:p w:rsidR="00644EBF" w:rsidRPr="009628B2" w:rsidRDefault="00644EBF" w:rsidP="009D4A04">
      <w:pPr>
        <w:jc w:val="both"/>
        <w:rPr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p w:rsidR="00644EBF" w:rsidRDefault="00644EBF" w:rsidP="0003175E">
      <w:pPr>
        <w:jc w:val="both"/>
        <w:rPr>
          <w:b/>
          <w:bCs/>
          <w:sz w:val="28"/>
          <w:szCs w:val="28"/>
        </w:rPr>
      </w:pPr>
    </w:p>
    <w:sectPr w:rsidR="00644EBF" w:rsidSect="00F66FEB">
      <w:headerReference w:type="even" r:id="rId7"/>
      <w:headerReference w:type="first" r:id="rId8"/>
      <w:pgSz w:w="11906" w:h="16838"/>
      <w:pgMar w:top="851" w:right="567" w:bottom="851" w:left="1474" w:header="284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EBF" w:rsidRDefault="00644EBF" w:rsidP="00184D37">
      <w:r>
        <w:separator/>
      </w:r>
    </w:p>
  </w:endnote>
  <w:endnote w:type="continuationSeparator" w:id="0">
    <w:p w:rsidR="00644EBF" w:rsidRDefault="00644EBF" w:rsidP="001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EBF" w:rsidRDefault="00644EBF" w:rsidP="00184D37">
      <w:r>
        <w:separator/>
      </w:r>
    </w:p>
  </w:footnote>
  <w:footnote w:type="continuationSeparator" w:id="0">
    <w:p w:rsidR="00644EBF" w:rsidRDefault="00644EBF" w:rsidP="001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BF" w:rsidRDefault="00644EBF">
    <w:pPr>
      <w:pStyle w:val="Header"/>
      <w:jc w:val="center"/>
    </w:pPr>
  </w:p>
  <w:p w:rsidR="00644EBF" w:rsidRDefault="00644EB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644EBF" w:rsidRDefault="00644E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EBF" w:rsidRPr="00A1072A" w:rsidRDefault="00644EBF" w:rsidP="002977CB">
    <w:pPr>
      <w:tabs>
        <w:tab w:val="left" w:pos="3960"/>
        <w:tab w:val="left" w:pos="4500"/>
        <w:tab w:val="left" w:pos="8460"/>
        <w:tab w:val="left" w:pos="8640"/>
      </w:tabs>
      <w:jc w:val="center"/>
      <w:rPr>
        <w:lang w:val="en-US"/>
      </w:rPr>
    </w:pPr>
  </w:p>
  <w:p w:rsidR="00644EBF" w:rsidRPr="00B06945" w:rsidRDefault="00644EBF" w:rsidP="002977CB">
    <w:pPr>
      <w:pStyle w:val="Heading2"/>
      <w:tabs>
        <w:tab w:val="left" w:pos="3700"/>
        <w:tab w:val="left" w:pos="4860"/>
      </w:tabs>
      <w:jc w:val="center"/>
      <w:rPr>
        <w:sz w:val="20"/>
        <w:szCs w:val="20"/>
      </w:rPr>
    </w:pPr>
  </w:p>
  <w:p w:rsidR="00644EBF" w:rsidRDefault="00644EBF" w:rsidP="002977CB">
    <w:pPr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АДМИНИСТРАЦИЯ  КУРЧАНСКОГО СЕЛЬСКОГО ПОСЕЛЕНИЯ</w:t>
    </w:r>
  </w:p>
  <w:p w:rsidR="00644EBF" w:rsidRDefault="00644EBF" w:rsidP="002977CB">
    <w:pPr>
      <w:tabs>
        <w:tab w:val="left" w:pos="2880"/>
      </w:tabs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ТЕМРЮКСКОГО РАЙОНА</w:t>
    </w:r>
  </w:p>
  <w:p w:rsidR="00644EBF" w:rsidRPr="006D3093" w:rsidRDefault="00644EBF" w:rsidP="002977CB">
    <w:pPr>
      <w:jc w:val="center"/>
      <w:rPr>
        <w:b/>
        <w:bCs/>
        <w:sz w:val="12"/>
        <w:szCs w:val="12"/>
      </w:rPr>
    </w:pPr>
  </w:p>
  <w:p w:rsidR="00644EBF" w:rsidRPr="009D3BF9" w:rsidRDefault="00644EBF" w:rsidP="002977CB">
    <w:pPr>
      <w:pStyle w:val="Heading2"/>
      <w:tabs>
        <w:tab w:val="left" w:pos="3240"/>
        <w:tab w:val="left" w:pos="3420"/>
        <w:tab w:val="left" w:pos="4500"/>
        <w:tab w:val="left" w:pos="5940"/>
        <w:tab w:val="left" w:pos="6120"/>
        <w:tab w:val="left" w:pos="6300"/>
      </w:tabs>
      <w:jc w:val="center"/>
    </w:pPr>
    <w:r>
      <w:t>ПОСТАНОВЛЕНИЕ</w:t>
    </w:r>
  </w:p>
  <w:p w:rsidR="00644EBF" w:rsidRPr="00F45753" w:rsidRDefault="00644EBF" w:rsidP="002977CB">
    <w:pPr>
      <w:jc w:val="center"/>
      <w:rPr>
        <w:sz w:val="24"/>
        <w:szCs w:val="24"/>
      </w:rPr>
    </w:pPr>
  </w:p>
  <w:p w:rsidR="00644EBF" w:rsidRPr="00F45753" w:rsidRDefault="00644EBF" w:rsidP="001E04C1">
    <w:pPr>
      <w:tabs>
        <w:tab w:val="left" w:pos="540"/>
        <w:tab w:val="left" w:pos="8460"/>
        <w:tab w:val="left" w:pos="8640"/>
      </w:tabs>
      <w:ind w:right="-81"/>
      <w:rPr>
        <w:b/>
        <w:bCs/>
        <w:sz w:val="28"/>
        <w:szCs w:val="28"/>
      </w:rPr>
    </w:pPr>
    <w:r w:rsidRPr="00F45753">
      <w:rPr>
        <w:b/>
        <w:bCs/>
        <w:sz w:val="28"/>
        <w:szCs w:val="28"/>
      </w:rPr>
      <w:t xml:space="preserve">от </w:t>
    </w:r>
    <w:r>
      <w:rPr>
        <w:b/>
        <w:bCs/>
        <w:sz w:val="28"/>
        <w:szCs w:val="28"/>
      </w:rPr>
      <w:t xml:space="preserve">19.05.2014 </w:t>
    </w:r>
    <w:r w:rsidRPr="00F45753">
      <w:rPr>
        <w:b/>
        <w:bCs/>
        <w:sz w:val="28"/>
        <w:szCs w:val="28"/>
      </w:rPr>
      <w:t xml:space="preserve">          </w:t>
    </w:r>
    <w:r>
      <w:rPr>
        <w:b/>
        <w:bCs/>
        <w:sz w:val="28"/>
        <w:szCs w:val="28"/>
      </w:rPr>
      <w:t xml:space="preserve">                                                                                       </w:t>
    </w:r>
    <w:r w:rsidRPr="00F45753">
      <w:rPr>
        <w:b/>
        <w:bCs/>
        <w:sz w:val="28"/>
        <w:szCs w:val="28"/>
      </w:rPr>
      <w:t xml:space="preserve"> №</w:t>
    </w:r>
    <w:r>
      <w:rPr>
        <w:b/>
        <w:bCs/>
        <w:sz w:val="28"/>
        <w:szCs w:val="28"/>
      </w:rPr>
      <w:t xml:space="preserve"> 161</w:t>
    </w:r>
  </w:p>
  <w:p w:rsidR="00644EBF" w:rsidRPr="009C73D9" w:rsidRDefault="00644EBF" w:rsidP="002977CB">
    <w:pPr>
      <w:jc w:val="center"/>
      <w:rPr>
        <w:sz w:val="24"/>
        <w:szCs w:val="24"/>
      </w:rPr>
    </w:pPr>
    <w:r>
      <w:rPr>
        <w:sz w:val="24"/>
        <w:szCs w:val="24"/>
      </w:rPr>
      <w:t>ст-ца Курчанская</w:t>
    </w:r>
  </w:p>
  <w:p w:rsidR="00644EBF" w:rsidRDefault="00644EBF" w:rsidP="002977CB">
    <w:pPr>
      <w:ind w:right="-365"/>
      <w:jc w:val="center"/>
      <w:rPr>
        <w:b/>
        <w:bCs/>
        <w:sz w:val="28"/>
        <w:szCs w:val="28"/>
      </w:rPr>
    </w:pPr>
  </w:p>
  <w:p w:rsidR="00644EBF" w:rsidRDefault="00644EBF" w:rsidP="002977CB">
    <w:pPr>
      <w:ind w:right="-365"/>
      <w:jc w:val="center"/>
      <w:rPr>
        <w:b/>
        <w:bCs/>
        <w:sz w:val="28"/>
        <w:szCs w:val="28"/>
      </w:rPr>
    </w:pPr>
  </w:p>
  <w:p w:rsidR="00644EBF" w:rsidRPr="003A4ED5" w:rsidRDefault="00644EBF" w:rsidP="002977CB">
    <w:pPr>
      <w:pStyle w:val="Header"/>
      <w:tabs>
        <w:tab w:val="clear" w:pos="4677"/>
        <w:tab w:val="clear" w:pos="9355"/>
        <w:tab w:val="left" w:pos="5295"/>
      </w:tabs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4308"/>
    <w:multiLevelType w:val="hybridMultilevel"/>
    <w:tmpl w:val="BB20490A"/>
    <w:lvl w:ilvl="0" w:tplc="51D6FF0C">
      <w:start w:val="5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1">
    <w:nsid w:val="05997B16"/>
    <w:multiLevelType w:val="hybridMultilevel"/>
    <w:tmpl w:val="73F282E6"/>
    <w:lvl w:ilvl="0" w:tplc="143A790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80" w:hanging="360"/>
      </w:pPr>
    </w:lvl>
    <w:lvl w:ilvl="2" w:tplc="0419001B">
      <w:start w:val="1"/>
      <w:numFmt w:val="lowerRoman"/>
      <w:lvlText w:val="%3."/>
      <w:lvlJc w:val="right"/>
      <w:pPr>
        <w:ind w:left="3300" w:hanging="180"/>
      </w:pPr>
    </w:lvl>
    <w:lvl w:ilvl="3" w:tplc="0419000F">
      <w:start w:val="1"/>
      <w:numFmt w:val="decimal"/>
      <w:lvlText w:val="%4."/>
      <w:lvlJc w:val="left"/>
      <w:pPr>
        <w:ind w:left="4020" w:hanging="360"/>
      </w:pPr>
    </w:lvl>
    <w:lvl w:ilvl="4" w:tplc="04190019">
      <w:start w:val="1"/>
      <w:numFmt w:val="lowerLetter"/>
      <w:lvlText w:val="%5."/>
      <w:lvlJc w:val="left"/>
      <w:pPr>
        <w:ind w:left="4740" w:hanging="360"/>
      </w:pPr>
    </w:lvl>
    <w:lvl w:ilvl="5" w:tplc="0419001B">
      <w:start w:val="1"/>
      <w:numFmt w:val="lowerRoman"/>
      <w:lvlText w:val="%6."/>
      <w:lvlJc w:val="right"/>
      <w:pPr>
        <w:ind w:left="5460" w:hanging="180"/>
      </w:pPr>
    </w:lvl>
    <w:lvl w:ilvl="6" w:tplc="0419000F">
      <w:start w:val="1"/>
      <w:numFmt w:val="decimal"/>
      <w:lvlText w:val="%7."/>
      <w:lvlJc w:val="left"/>
      <w:pPr>
        <w:ind w:left="6180" w:hanging="360"/>
      </w:pPr>
    </w:lvl>
    <w:lvl w:ilvl="7" w:tplc="04190019">
      <w:start w:val="1"/>
      <w:numFmt w:val="lowerLetter"/>
      <w:lvlText w:val="%8."/>
      <w:lvlJc w:val="left"/>
      <w:pPr>
        <w:ind w:left="6900" w:hanging="360"/>
      </w:pPr>
    </w:lvl>
    <w:lvl w:ilvl="8" w:tplc="0419001B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07C82E0A"/>
    <w:multiLevelType w:val="hybridMultilevel"/>
    <w:tmpl w:val="7B18D220"/>
    <w:lvl w:ilvl="0" w:tplc="0F188AC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0FB07A82"/>
    <w:multiLevelType w:val="hybridMultilevel"/>
    <w:tmpl w:val="1D12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771BE"/>
    <w:multiLevelType w:val="hybridMultilevel"/>
    <w:tmpl w:val="1D56DF2A"/>
    <w:lvl w:ilvl="0" w:tplc="06ECFE2A">
      <w:start w:val="1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08D28C8"/>
    <w:multiLevelType w:val="hybridMultilevel"/>
    <w:tmpl w:val="C0B0D94A"/>
    <w:lvl w:ilvl="0" w:tplc="8E5CD61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2A029E8"/>
    <w:multiLevelType w:val="hybridMultilevel"/>
    <w:tmpl w:val="E284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D5ED3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13BB12D9"/>
    <w:multiLevelType w:val="multilevel"/>
    <w:tmpl w:val="6BECCF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9">
    <w:nsid w:val="14B057DB"/>
    <w:multiLevelType w:val="hybridMultilevel"/>
    <w:tmpl w:val="EF30B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B0588"/>
    <w:multiLevelType w:val="hybridMultilevel"/>
    <w:tmpl w:val="839C7784"/>
    <w:lvl w:ilvl="0" w:tplc="7538840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16586738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B6043D"/>
    <w:multiLevelType w:val="hybridMultilevel"/>
    <w:tmpl w:val="188A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86968"/>
    <w:multiLevelType w:val="hybridMultilevel"/>
    <w:tmpl w:val="94482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24344"/>
    <w:multiLevelType w:val="hybridMultilevel"/>
    <w:tmpl w:val="F12248E6"/>
    <w:lvl w:ilvl="0" w:tplc="874624F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90" w:hanging="360"/>
      </w:pPr>
    </w:lvl>
    <w:lvl w:ilvl="2" w:tplc="0419001B">
      <w:start w:val="1"/>
      <w:numFmt w:val="lowerRoman"/>
      <w:lvlText w:val="%3."/>
      <w:lvlJc w:val="right"/>
      <w:pPr>
        <w:ind w:left="2610" w:hanging="180"/>
      </w:pPr>
    </w:lvl>
    <w:lvl w:ilvl="3" w:tplc="0419000F">
      <w:start w:val="1"/>
      <w:numFmt w:val="decimal"/>
      <w:lvlText w:val="%4."/>
      <w:lvlJc w:val="left"/>
      <w:pPr>
        <w:ind w:left="3330" w:hanging="360"/>
      </w:pPr>
    </w:lvl>
    <w:lvl w:ilvl="4" w:tplc="04190019">
      <w:start w:val="1"/>
      <w:numFmt w:val="lowerLetter"/>
      <w:lvlText w:val="%5."/>
      <w:lvlJc w:val="left"/>
      <w:pPr>
        <w:ind w:left="4050" w:hanging="360"/>
      </w:pPr>
    </w:lvl>
    <w:lvl w:ilvl="5" w:tplc="0419001B">
      <w:start w:val="1"/>
      <w:numFmt w:val="lowerRoman"/>
      <w:lvlText w:val="%6."/>
      <w:lvlJc w:val="right"/>
      <w:pPr>
        <w:ind w:left="4770" w:hanging="180"/>
      </w:pPr>
    </w:lvl>
    <w:lvl w:ilvl="6" w:tplc="0419000F">
      <w:start w:val="1"/>
      <w:numFmt w:val="decimal"/>
      <w:lvlText w:val="%7."/>
      <w:lvlJc w:val="left"/>
      <w:pPr>
        <w:ind w:left="5490" w:hanging="360"/>
      </w:pPr>
    </w:lvl>
    <w:lvl w:ilvl="7" w:tplc="04190019">
      <w:start w:val="1"/>
      <w:numFmt w:val="lowerLetter"/>
      <w:lvlText w:val="%8."/>
      <w:lvlJc w:val="left"/>
      <w:pPr>
        <w:ind w:left="6210" w:hanging="360"/>
      </w:pPr>
    </w:lvl>
    <w:lvl w:ilvl="8" w:tplc="0419001B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1E671AD8"/>
    <w:multiLevelType w:val="hybridMultilevel"/>
    <w:tmpl w:val="1D547996"/>
    <w:lvl w:ilvl="0" w:tplc="CD3AAA3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20EB1595"/>
    <w:multiLevelType w:val="hybridMultilevel"/>
    <w:tmpl w:val="43768402"/>
    <w:lvl w:ilvl="0" w:tplc="67CEE734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80" w:hanging="360"/>
      </w:pPr>
    </w:lvl>
    <w:lvl w:ilvl="2" w:tplc="0419001B">
      <w:start w:val="1"/>
      <w:numFmt w:val="lowerRoman"/>
      <w:lvlText w:val="%3."/>
      <w:lvlJc w:val="right"/>
      <w:pPr>
        <w:ind w:left="4800" w:hanging="180"/>
      </w:pPr>
    </w:lvl>
    <w:lvl w:ilvl="3" w:tplc="0419000F">
      <w:start w:val="1"/>
      <w:numFmt w:val="decimal"/>
      <w:lvlText w:val="%4."/>
      <w:lvlJc w:val="left"/>
      <w:pPr>
        <w:ind w:left="5520" w:hanging="360"/>
      </w:pPr>
    </w:lvl>
    <w:lvl w:ilvl="4" w:tplc="04190019">
      <w:start w:val="1"/>
      <w:numFmt w:val="lowerLetter"/>
      <w:lvlText w:val="%5."/>
      <w:lvlJc w:val="left"/>
      <w:pPr>
        <w:ind w:left="6240" w:hanging="360"/>
      </w:pPr>
    </w:lvl>
    <w:lvl w:ilvl="5" w:tplc="0419001B">
      <w:start w:val="1"/>
      <w:numFmt w:val="lowerRoman"/>
      <w:lvlText w:val="%6."/>
      <w:lvlJc w:val="right"/>
      <w:pPr>
        <w:ind w:left="6960" w:hanging="180"/>
      </w:pPr>
    </w:lvl>
    <w:lvl w:ilvl="6" w:tplc="0419000F">
      <w:start w:val="1"/>
      <w:numFmt w:val="decimal"/>
      <w:lvlText w:val="%7."/>
      <w:lvlJc w:val="left"/>
      <w:pPr>
        <w:ind w:left="7680" w:hanging="360"/>
      </w:pPr>
    </w:lvl>
    <w:lvl w:ilvl="7" w:tplc="04190019">
      <w:start w:val="1"/>
      <w:numFmt w:val="lowerLetter"/>
      <w:lvlText w:val="%8."/>
      <w:lvlJc w:val="left"/>
      <w:pPr>
        <w:ind w:left="8400" w:hanging="360"/>
      </w:pPr>
    </w:lvl>
    <w:lvl w:ilvl="8" w:tplc="0419001B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23DD13CA"/>
    <w:multiLevelType w:val="hybridMultilevel"/>
    <w:tmpl w:val="9086C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075A7"/>
    <w:multiLevelType w:val="hybridMultilevel"/>
    <w:tmpl w:val="41360A40"/>
    <w:lvl w:ilvl="0" w:tplc="BCBCFD3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2CF03AC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DFE2A73"/>
    <w:multiLevelType w:val="hybridMultilevel"/>
    <w:tmpl w:val="0E58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C30372"/>
    <w:multiLevelType w:val="hybridMultilevel"/>
    <w:tmpl w:val="7006FCEA"/>
    <w:lvl w:ilvl="0" w:tplc="84B491D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87472E"/>
    <w:multiLevelType w:val="hybridMultilevel"/>
    <w:tmpl w:val="2FFC2FC4"/>
    <w:lvl w:ilvl="0" w:tplc="B3E878D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23">
    <w:nsid w:val="42207893"/>
    <w:multiLevelType w:val="hybridMultilevel"/>
    <w:tmpl w:val="068EE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24F93"/>
    <w:multiLevelType w:val="hybridMultilevel"/>
    <w:tmpl w:val="939EA2C2"/>
    <w:lvl w:ilvl="0" w:tplc="B34AC7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490FE8"/>
    <w:multiLevelType w:val="hybridMultilevel"/>
    <w:tmpl w:val="A150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E4267"/>
    <w:multiLevelType w:val="multilevel"/>
    <w:tmpl w:val="671AB3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49B2C97"/>
    <w:multiLevelType w:val="multilevel"/>
    <w:tmpl w:val="A73631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8">
    <w:nsid w:val="451D2AE9"/>
    <w:multiLevelType w:val="multilevel"/>
    <w:tmpl w:val="D16E05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abstractNum w:abstractNumId="29">
    <w:nsid w:val="48B63963"/>
    <w:multiLevelType w:val="hybridMultilevel"/>
    <w:tmpl w:val="865E6EC8"/>
    <w:lvl w:ilvl="0" w:tplc="61FEA3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2E2255"/>
    <w:multiLevelType w:val="hybridMultilevel"/>
    <w:tmpl w:val="C0BC8D04"/>
    <w:lvl w:ilvl="0" w:tplc="2DE6475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528F0C25"/>
    <w:multiLevelType w:val="hybridMultilevel"/>
    <w:tmpl w:val="2CEA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FB1FF1"/>
    <w:multiLevelType w:val="hybridMultilevel"/>
    <w:tmpl w:val="12EADB9E"/>
    <w:lvl w:ilvl="0" w:tplc="227E860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2C27E3"/>
    <w:multiLevelType w:val="hybridMultilevel"/>
    <w:tmpl w:val="8D0EBA6C"/>
    <w:lvl w:ilvl="0" w:tplc="D91E02CC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4">
    <w:nsid w:val="57F77379"/>
    <w:multiLevelType w:val="hybridMultilevel"/>
    <w:tmpl w:val="9E9C7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5D7DDE"/>
    <w:multiLevelType w:val="hybridMultilevel"/>
    <w:tmpl w:val="7D188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ED7FB4"/>
    <w:multiLevelType w:val="hybridMultilevel"/>
    <w:tmpl w:val="10BEB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62B90"/>
    <w:multiLevelType w:val="hybridMultilevel"/>
    <w:tmpl w:val="02607136"/>
    <w:lvl w:ilvl="0" w:tplc="51D6FF0C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38">
    <w:nsid w:val="5CF20C3A"/>
    <w:multiLevelType w:val="multilevel"/>
    <w:tmpl w:val="B7C48E90"/>
    <w:lvl w:ilvl="0">
      <w:start w:val="1"/>
      <w:numFmt w:val="upperRoman"/>
      <w:lvlText w:val="%1."/>
      <w:lvlJc w:val="left"/>
      <w:pPr>
        <w:ind w:left="25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75" w:hanging="1800"/>
      </w:pPr>
      <w:rPr>
        <w:rFonts w:hint="default"/>
      </w:rPr>
    </w:lvl>
  </w:abstractNum>
  <w:abstractNum w:abstractNumId="39">
    <w:nsid w:val="5DEF71C1"/>
    <w:multiLevelType w:val="hybridMultilevel"/>
    <w:tmpl w:val="42C84ECC"/>
    <w:lvl w:ilvl="0" w:tplc="13785584">
      <w:start w:val="1"/>
      <w:numFmt w:val="decimal"/>
      <w:lvlText w:val="%1."/>
      <w:lvlJc w:val="left"/>
      <w:pPr>
        <w:ind w:left="23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05" w:hanging="360"/>
      </w:pPr>
    </w:lvl>
    <w:lvl w:ilvl="2" w:tplc="0419001B">
      <w:start w:val="1"/>
      <w:numFmt w:val="lowerRoman"/>
      <w:lvlText w:val="%3."/>
      <w:lvlJc w:val="right"/>
      <w:pPr>
        <w:ind w:left="3825" w:hanging="180"/>
      </w:pPr>
    </w:lvl>
    <w:lvl w:ilvl="3" w:tplc="0419000F">
      <w:start w:val="1"/>
      <w:numFmt w:val="decimal"/>
      <w:lvlText w:val="%4."/>
      <w:lvlJc w:val="left"/>
      <w:pPr>
        <w:ind w:left="4545" w:hanging="360"/>
      </w:pPr>
    </w:lvl>
    <w:lvl w:ilvl="4" w:tplc="04190019">
      <w:start w:val="1"/>
      <w:numFmt w:val="lowerLetter"/>
      <w:lvlText w:val="%5."/>
      <w:lvlJc w:val="left"/>
      <w:pPr>
        <w:ind w:left="5265" w:hanging="360"/>
      </w:pPr>
    </w:lvl>
    <w:lvl w:ilvl="5" w:tplc="0419001B">
      <w:start w:val="1"/>
      <w:numFmt w:val="lowerRoman"/>
      <w:lvlText w:val="%6."/>
      <w:lvlJc w:val="right"/>
      <w:pPr>
        <w:ind w:left="5985" w:hanging="180"/>
      </w:pPr>
    </w:lvl>
    <w:lvl w:ilvl="6" w:tplc="0419000F">
      <w:start w:val="1"/>
      <w:numFmt w:val="decimal"/>
      <w:lvlText w:val="%7."/>
      <w:lvlJc w:val="left"/>
      <w:pPr>
        <w:ind w:left="6705" w:hanging="360"/>
      </w:pPr>
    </w:lvl>
    <w:lvl w:ilvl="7" w:tplc="04190019">
      <w:start w:val="1"/>
      <w:numFmt w:val="lowerLetter"/>
      <w:lvlText w:val="%8."/>
      <w:lvlJc w:val="left"/>
      <w:pPr>
        <w:ind w:left="7425" w:hanging="360"/>
      </w:pPr>
    </w:lvl>
    <w:lvl w:ilvl="8" w:tplc="0419001B">
      <w:start w:val="1"/>
      <w:numFmt w:val="lowerRoman"/>
      <w:lvlText w:val="%9."/>
      <w:lvlJc w:val="right"/>
      <w:pPr>
        <w:ind w:left="8145" w:hanging="180"/>
      </w:pPr>
    </w:lvl>
  </w:abstractNum>
  <w:abstractNum w:abstractNumId="40">
    <w:nsid w:val="62E77A00"/>
    <w:multiLevelType w:val="hybridMultilevel"/>
    <w:tmpl w:val="E918D404"/>
    <w:lvl w:ilvl="0" w:tplc="838858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>
      <w:start w:val="1"/>
      <w:numFmt w:val="lowerRoman"/>
      <w:lvlText w:val="%3."/>
      <w:lvlJc w:val="right"/>
      <w:pPr>
        <w:ind w:left="2490" w:hanging="180"/>
      </w:pPr>
    </w:lvl>
    <w:lvl w:ilvl="3" w:tplc="0419000F">
      <w:start w:val="1"/>
      <w:numFmt w:val="decimal"/>
      <w:lvlText w:val="%4."/>
      <w:lvlJc w:val="left"/>
      <w:pPr>
        <w:ind w:left="3210" w:hanging="360"/>
      </w:pPr>
    </w:lvl>
    <w:lvl w:ilvl="4" w:tplc="04190019">
      <w:start w:val="1"/>
      <w:numFmt w:val="lowerLetter"/>
      <w:lvlText w:val="%5."/>
      <w:lvlJc w:val="left"/>
      <w:pPr>
        <w:ind w:left="3930" w:hanging="360"/>
      </w:pPr>
    </w:lvl>
    <w:lvl w:ilvl="5" w:tplc="0419001B">
      <w:start w:val="1"/>
      <w:numFmt w:val="lowerRoman"/>
      <w:lvlText w:val="%6."/>
      <w:lvlJc w:val="right"/>
      <w:pPr>
        <w:ind w:left="4650" w:hanging="180"/>
      </w:pPr>
    </w:lvl>
    <w:lvl w:ilvl="6" w:tplc="0419000F">
      <w:start w:val="1"/>
      <w:numFmt w:val="decimal"/>
      <w:lvlText w:val="%7."/>
      <w:lvlJc w:val="left"/>
      <w:pPr>
        <w:ind w:left="5370" w:hanging="360"/>
      </w:pPr>
    </w:lvl>
    <w:lvl w:ilvl="7" w:tplc="04190019">
      <w:start w:val="1"/>
      <w:numFmt w:val="lowerLetter"/>
      <w:lvlText w:val="%8."/>
      <w:lvlJc w:val="left"/>
      <w:pPr>
        <w:ind w:left="6090" w:hanging="360"/>
      </w:pPr>
    </w:lvl>
    <w:lvl w:ilvl="8" w:tplc="0419001B">
      <w:start w:val="1"/>
      <w:numFmt w:val="lowerRoman"/>
      <w:lvlText w:val="%9."/>
      <w:lvlJc w:val="right"/>
      <w:pPr>
        <w:ind w:left="6810" w:hanging="180"/>
      </w:pPr>
    </w:lvl>
  </w:abstractNum>
  <w:abstractNum w:abstractNumId="41">
    <w:nsid w:val="65500BF4"/>
    <w:multiLevelType w:val="hybridMultilevel"/>
    <w:tmpl w:val="65B40286"/>
    <w:lvl w:ilvl="0" w:tplc="DFD44E4E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05" w:hanging="360"/>
      </w:pPr>
    </w:lvl>
    <w:lvl w:ilvl="2" w:tplc="0419001B">
      <w:start w:val="1"/>
      <w:numFmt w:val="lowerRoman"/>
      <w:lvlText w:val="%3."/>
      <w:lvlJc w:val="right"/>
      <w:pPr>
        <w:ind w:left="5325" w:hanging="180"/>
      </w:pPr>
    </w:lvl>
    <w:lvl w:ilvl="3" w:tplc="0419000F">
      <w:start w:val="1"/>
      <w:numFmt w:val="decimal"/>
      <w:lvlText w:val="%4."/>
      <w:lvlJc w:val="left"/>
      <w:pPr>
        <w:ind w:left="6045" w:hanging="360"/>
      </w:pPr>
    </w:lvl>
    <w:lvl w:ilvl="4" w:tplc="04190019">
      <w:start w:val="1"/>
      <w:numFmt w:val="lowerLetter"/>
      <w:lvlText w:val="%5."/>
      <w:lvlJc w:val="left"/>
      <w:pPr>
        <w:ind w:left="6765" w:hanging="360"/>
      </w:pPr>
    </w:lvl>
    <w:lvl w:ilvl="5" w:tplc="0419001B">
      <w:start w:val="1"/>
      <w:numFmt w:val="lowerRoman"/>
      <w:lvlText w:val="%6."/>
      <w:lvlJc w:val="right"/>
      <w:pPr>
        <w:ind w:left="7485" w:hanging="180"/>
      </w:pPr>
    </w:lvl>
    <w:lvl w:ilvl="6" w:tplc="0419000F">
      <w:start w:val="1"/>
      <w:numFmt w:val="decimal"/>
      <w:lvlText w:val="%7."/>
      <w:lvlJc w:val="left"/>
      <w:pPr>
        <w:ind w:left="8205" w:hanging="360"/>
      </w:pPr>
    </w:lvl>
    <w:lvl w:ilvl="7" w:tplc="04190019">
      <w:start w:val="1"/>
      <w:numFmt w:val="lowerLetter"/>
      <w:lvlText w:val="%8."/>
      <w:lvlJc w:val="left"/>
      <w:pPr>
        <w:ind w:left="8925" w:hanging="360"/>
      </w:pPr>
    </w:lvl>
    <w:lvl w:ilvl="8" w:tplc="0419001B">
      <w:start w:val="1"/>
      <w:numFmt w:val="lowerRoman"/>
      <w:lvlText w:val="%9."/>
      <w:lvlJc w:val="right"/>
      <w:pPr>
        <w:ind w:left="9645" w:hanging="180"/>
      </w:pPr>
    </w:lvl>
  </w:abstractNum>
  <w:abstractNum w:abstractNumId="42">
    <w:nsid w:val="67B01697"/>
    <w:multiLevelType w:val="hybridMultilevel"/>
    <w:tmpl w:val="19DA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342B56"/>
    <w:multiLevelType w:val="multilevel"/>
    <w:tmpl w:val="58B6AD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44">
    <w:nsid w:val="6EB14814"/>
    <w:multiLevelType w:val="hybridMultilevel"/>
    <w:tmpl w:val="065E847C"/>
    <w:lvl w:ilvl="0" w:tplc="8132FFC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60145BD"/>
    <w:multiLevelType w:val="hybridMultilevel"/>
    <w:tmpl w:val="5678BB16"/>
    <w:lvl w:ilvl="0" w:tplc="85081E2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46">
    <w:nsid w:val="768D3E91"/>
    <w:multiLevelType w:val="hybridMultilevel"/>
    <w:tmpl w:val="8466B3C0"/>
    <w:lvl w:ilvl="0" w:tplc="2CCE4D7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47">
    <w:nsid w:val="7BD03DC4"/>
    <w:multiLevelType w:val="multilevel"/>
    <w:tmpl w:val="2B860DA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8">
    <w:nsid w:val="7ED33565"/>
    <w:multiLevelType w:val="hybridMultilevel"/>
    <w:tmpl w:val="6B62295E"/>
    <w:lvl w:ilvl="0" w:tplc="A9FA81B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9"/>
  </w:num>
  <w:num w:numId="2">
    <w:abstractNumId w:val="9"/>
  </w:num>
  <w:num w:numId="3">
    <w:abstractNumId w:val="17"/>
  </w:num>
  <w:num w:numId="4">
    <w:abstractNumId w:val="11"/>
  </w:num>
  <w:num w:numId="5">
    <w:abstractNumId w:val="4"/>
  </w:num>
  <w:num w:numId="6">
    <w:abstractNumId w:val="24"/>
  </w:num>
  <w:num w:numId="7">
    <w:abstractNumId w:val="12"/>
  </w:num>
  <w:num w:numId="8">
    <w:abstractNumId w:val="15"/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35"/>
  </w:num>
  <w:num w:numId="13">
    <w:abstractNumId w:val="14"/>
  </w:num>
  <w:num w:numId="14">
    <w:abstractNumId w:val="39"/>
  </w:num>
  <w:num w:numId="15">
    <w:abstractNumId w:val="22"/>
  </w:num>
  <w:num w:numId="16">
    <w:abstractNumId w:val="13"/>
  </w:num>
  <w:num w:numId="17">
    <w:abstractNumId w:val="47"/>
  </w:num>
  <w:num w:numId="18">
    <w:abstractNumId w:val="41"/>
  </w:num>
  <w:num w:numId="19">
    <w:abstractNumId w:val="40"/>
  </w:num>
  <w:num w:numId="20">
    <w:abstractNumId w:val="33"/>
  </w:num>
  <w:num w:numId="21">
    <w:abstractNumId w:val="23"/>
  </w:num>
  <w:num w:numId="22">
    <w:abstractNumId w:val="21"/>
  </w:num>
  <w:num w:numId="23">
    <w:abstractNumId w:val="25"/>
  </w:num>
  <w:num w:numId="24">
    <w:abstractNumId w:val="36"/>
  </w:num>
  <w:num w:numId="25">
    <w:abstractNumId w:val="46"/>
  </w:num>
  <w:num w:numId="26">
    <w:abstractNumId w:val="16"/>
  </w:num>
  <w:num w:numId="27">
    <w:abstractNumId w:val="38"/>
  </w:num>
  <w:num w:numId="28">
    <w:abstractNumId w:val="1"/>
  </w:num>
  <w:num w:numId="29">
    <w:abstractNumId w:val="7"/>
  </w:num>
  <w:num w:numId="30">
    <w:abstractNumId w:val="45"/>
  </w:num>
  <w:num w:numId="31">
    <w:abstractNumId w:val="31"/>
  </w:num>
  <w:num w:numId="32">
    <w:abstractNumId w:val="5"/>
  </w:num>
  <w:num w:numId="33">
    <w:abstractNumId w:val="42"/>
  </w:num>
  <w:num w:numId="34">
    <w:abstractNumId w:val="44"/>
  </w:num>
  <w:num w:numId="35">
    <w:abstractNumId w:val="10"/>
  </w:num>
  <w:num w:numId="36">
    <w:abstractNumId w:val="18"/>
  </w:num>
  <w:num w:numId="37">
    <w:abstractNumId w:val="48"/>
  </w:num>
  <w:num w:numId="38">
    <w:abstractNumId w:val="3"/>
  </w:num>
  <w:num w:numId="39">
    <w:abstractNumId w:val="29"/>
  </w:num>
  <w:num w:numId="40">
    <w:abstractNumId w:val="32"/>
  </w:num>
  <w:num w:numId="41">
    <w:abstractNumId w:val="2"/>
  </w:num>
  <w:num w:numId="42">
    <w:abstractNumId w:val="27"/>
  </w:num>
  <w:num w:numId="43">
    <w:abstractNumId w:val="26"/>
  </w:num>
  <w:num w:numId="44">
    <w:abstractNumId w:val="8"/>
  </w:num>
  <w:num w:numId="45">
    <w:abstractNumId w:val="43"/>
  </w:num>
  <w:num w:numId="46">
    <w:abstractNumId w:val="28"/>
  </w:num>
  <w:num w:numId="47">
    <w:abstractNumId w:val="20"/>
  </w:num>
  <w:num w:numId="48">
    <w:abstractNumId w:val="6"/>
  </w:num>
  <w:num w:numId="49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1620B"/>
    <w:rsid w:val="00022CFA"/>
    <w:rsid w:val="00024DFF"/>
    <w:rsid w:val="000266DE"/>
    <w:rsid w:val="0003175E"/>
    <w:rsid w:val="0003760C"/>
    <w:rsid w:val="000470B8"/>
    <w:rsid w:val="00050512"/>
    <w:rsid w:val="000749E7"/>
    <w:rsid w:val="00075840"/>
    <w:rsid w:val="00075C38"/>
    <w:rsid w:val="00076147"/>
    <w:rsid w:val="00077C53"/>
    <w:rsid w:val="000803D1"/>
    <w:rsid w:val="00084E8C"/>
    <w:rsid w:val="00085159"/>
    <w:rsid w:val="00085B71"/>
    <w:rsid w:val="00091A6C"/>
    <w:rsid w:val="0009428B"/>
    <w:rsid w:val="000975C9"/>
    <w:rsid w:val="000A297F"/>
    <w:rsid w:val="000C1D83"/>
    <w:rsid w:val="000C2452"/>
    <w:rsid w:val="000C7BE9"/>
    <w:rsid w:val="000D1434"/>
    <w:rsid w:val="000D51B5"/>
    <w:rsid w:val="000E4608"/>
    <w:rsid w:val="000F01C9"/>
    <w:rsid w:val="000F2F77"/>
    <w:rsid w:val="0010647D"/>
    <w:rsid w:val="0011716C"/>
    <w:rsid w:val="0012304A"/>
    <w:rsid w:val="0012405E"/>
    <w:rsid w:val="0012756D"/>
    <w:rsid w:val="001427AA"/>
    <w:rsid w:val="00152259"/>
    <w:rsid w:val="00152B03"/>
    <w:rsid w:val="001639CD"/>
    <w:rsid w:val="0018099D"/>
    <w:rsid w:val="00182E1F"/>
    <w:rsid w:val="00184D37"/>
    <w:rsid w:val="0019011A"/>
    <w:rsid w:val="001A0F4A"/>
    <w:rsid w:val="001A1B03"/>
    <w:rsid w:val="001A3783"/>
    <w:rsid w:val="001A44FC"/>
    <w:rsid w:val="001B1062"/>
    <w:rsid w:val="001B1DA5"/>
    <w:rsid w:val="001B1F58"/>
    <w:rsid w:val="001B78C3"/>
    <w:rsid w:val="001C7EC3"/>
    <w:rsid w:val="001D1153"/>
    <w:rsid w:val="001D555D"/>
    <w:rsid w:val="001E04C1"/>
    <w:rsid w:val="001E0934"/>
    <w:rsid w:val="001E647F"/>
    <w:rsid w:val="001E7A45"/>
    <w:rsid w:val="001F3A54"/>
    <w:rsid w:val="001F46C6"/>
    <w:rsid w:val="002005B9"/>
    <w:rsid w:val="00200E0C"/>
    <w:rsid w:val="00203061"/>
    <w:rsid w:val="00212243"/>
    <w:rsid w:val="00215993"/>
    <w:rsid w:val="0021756E"/>
    <w:rsid w:val="0022416B"/>
    <w:rsid w:val="0022556C"/>
    <w:rsid w:val="00225857"/>
    <w:rsid w:val="00233A1C"/>
    <w:rsid w:val="002365FE"/>
    <w:rsid w:val="0023711B"/>
    <w:rsid w:val="0024193A"/>
    <w:rsid w:val="00242C59"/>
    <w:rsid w:val="00244FFB"/>
    <w:rsid w:val="00246745"/>
    <w:rsid w:val="00246BB4"/>
    <w:rsid w:val="00257EAB"/>
    <w:rsid w:val="00262B82"/>
    <w:rsid w:val="00263D5B"/>
    <w:rsid w:val="00273776"/>
    <w:rsid w:val="002755FC"/>
    <w:rsid w:val="0027795E"/>
    <w:rsid w:val="00283711"/>
    <w:rsid w:val="002849F0"/>
    <w:rsid w:val="00286AB9"/>
    <w:rsid w:val="002977CB"/>
    <w:rsid w:val="002A5C4C"/>
    <w:rsid w:val="002A5E99"/>
    <w:rsid w:val="002B5E67"/>
    <w:rsid w:val="002C0F58"/>
    <w:rsid w:val="002C7B9A"/>
    <w:rsid w:val="002C7C8F"/>
    <w:rsid w:val="002D4B63"/>
    <w:rsid w:val="002D7C94"/>
    <w:rsid w:val="002E0D7D"/>
    <w:rsid w:val="002F1DCE"/>
    <w:rsid w:val="002F7349"/>
    <w:rsid w:val="003015FE"/>
    <w:rsid w:val="00302F7A"/>
    <w:rsid w:val="00303A6E"/>
    <w:rsid w:val="00303CE4"/>
    <w:rsid w:val="003222A3"/>
    <w:rsid w:val="00323C5E"/>
    <w:rsid w:val="00324AF1"/>
    <w:rsid w:val="003268B5"/>
    <w:rsid w:val="00331355"/>
    <w:rsid w:val="0033625F"/>
    <w:rsid w:val="00346A95"/>
    <w:rsid w:val="00353922"/>
    <w:rsid w:val="00360DB7"/>
    <w:rsid w:val="00363C50"/>
    <w:rsid w:val="003657E8"/>
    <w:rsid w:val="00374824"/>
    <w:rsid w:val="003767AD"/>
    <w:rsid w:val="00377EAA"/>
    <w:rsid w:val="003809B1"/>
    <w:rsid w:val="00392371"/>
    <w:rsid w:val="0039744A"/>
    <w:rsid w:val="003A4ED5"/>
    <w:rsid w:val="003A6F17"/>
    <w:rsid w:val="003B69B1"/>
    <w:rsid w:val="003C0230"/>
    <w:rsid w:val="003C3E2F"/>
    <w:rsid w:val="003C6854"/>
    <w:rsid w:val="003D0F83"/>
    <w:rsid w:val="003D1533"/>
    <w:rsid w:val="003D4196"/>
    <w:rsid w:val="003E4A9D"/>
    <w:rsid w:val="003E52FE"/>
    <w:rsid w:val="003F3EDD"/>
    <w:rsid w:val="00406A8C"/>
    <w:rsid w:val="0041171A"/>
    <w:rsid w:val="00413769"/>
    <w:rsid w:val="00413935"/>
    <w:rsid w:val="00424AEB"/>
    <w:rsid w:val="004435C2"/>
    <w:rsid w:val="00446B1B"/>
    <w:rsid w:val="00447B00"/>
    <w:rsid w:val="00451BD1"/>
    <w:rsid w:val="00453221"/>
    <w:rsid w:val="00460502"/>
    <w:rsid w:val="00460EB0"/>
    <w:rsid w:val="004632E8"/>
    <w:rsid w:val="00464832"/>
    <w:rsid w:val="004675F2"/>
    <w:rsid w:val="004779C7"/>
    <w:rsid w:val="004806EF"/>
    <w:rsid w:val="00483072"/>
    <w:rsid w:val="004936BD"/>
    <w:rsid w:val="00493DE9"/>
    <w:rsid w:val="004A740A"/>
    <w:rsid w:val="004A743F"/>
    <w:rsid w:val="004A7452"/>
    <w:rsid w:val="004A7F15"/>
    <w:rsid w:val="004B2895"/>
    <w:rsid w:val="004B7260"/>
    <w:rsid w:val="004B74D0"/>
    <w:rsid w:val="004C2FC4"/>
    <w:rsid w:val="004D4192"/>
    <w:rsid w:val="004D43EA"/>
    <w:rsid w:val="004D486D"/>
    <w:rsid w:val="004D5050"/>
    <w:rsid w:val="0050628E"/>
    <w:rsid w:val="00511A59"/>
    <w:rsid w:val="005129A6"/>
    <w:rsid w:val="00525115"/>
    <w:rsid w:val="00525E30"/>
    <w:rsid w:val="00537243"/>
    <w:rsid w:val="00537BEA"/>
    <w:rsid w:val="00552789"/>
    <w:rsid w:val="005629EA"/>
    <w:rsid w:val="005679A8"/>
    <w:rsid w:val="00567B4F"/>
    <w:rsid w:val="00570EE6"/>
    <w:rsid w:val="00572B24"/>
    <w:rsid w:val="00575F63"/>
    <w:rsid w:val="00576D69"/>
    <w:rsid w:val="00581818"/>
    <w:rsid w:val="00586430"/>
    <w:rsid w:val="005875EF"/>
    <w:rsid w:val="0059048D"/>
    <w:rsid w:val="00594178"/>
    <w:rsid w:val="005953B2"/>
    <w:rsid w:val="005A0723"/>
    <w:rsid w:val="005A080A"/>
    <w:rsid w:val="005A2542"/>
    <w:rsid w:val="005B13D9"/>
    <w:rsid w:val="005B34E2"/>
    <w:rsid w:val="005B555D"/>
    <w:rsid w:val="005C046B"/>
    <w:rsid w:val="005C374C"/>
    <w:rsid w:val="005F00EB"/>
    <w:rsid w:val="005F3902"/>
    <w:rsid w:val="00601A79"/>
    <w:rsid w:val="00603106"/>
    <w:rsid w:val="006059E4"/>
    <w:rsid w:val="00606225"/>
    <w:rsid w:val="00611E77"/>
    <w:rsid w:val="00611FA4"/>
    <w:rsid w:val="006129A6"/>
    <w:rsid w:val="00613965"/>
    <w:rsid w:val="00614D76"/>
    <w:rsid w:val="00621593"/>
    <w:rsid w:val="00622971"/>
    <w:rsid w:val="00627B9F"/>
    <w:rsid w:val="00630516"/>
    <w:rsid w:val="00630CC5"/>
    <w:rsid w:val="00631690"/>
    <w:rsid w:val="00633B9D"/>
    <w:rsid w:val="006344DB"/>
    <w:rsid w:val="00643746"/>
    <w:rsid w:val="00644EBF"/>
    <w:rsid w:val="00646AA1"/>
    <w:rsid w:val="00664D28"/>
    <w:rsid w:val="00665643"/>
    <w:rsid w:val="00672204"/>
    <w:rsid w:val="00673DF0"/>
    <w:rsid w:val="00674B5C"/>
    <w:rsid w:val="00676906"/>
    <w:rsid w:val="006770B6"/>
    <w:rsid w:val="00695293"/>
    <w:rsid w:val="006C3AF7"/>
    <w:rsid w:val="006C6626"/>
    <w:rsid w:val="006D3093"/>
    <w:rsid w:val="006E0B16"/>
    <w:rsid w:val="006E70C0"/>
    <w:rsid w:val="006E79E9"/>
    <w:rsid w:val="006F40BE"/>
    <w:rsid w:val="00701A4D"/>
    <w:rsid w:val="007070DD"/>
    <w:rsid w:val="007110C1"/>
    <w:rsid w:val="00714BF4"/>
    <w:rsid w:val="0072081E"/>
    <w:rsid w:val="007262A0"/>
    <w:rsid w:val="007270C2"/>
    <w:rsid w:val="007315F4"/>
    <w:rsid w:val="00733D7C"/>
    <w:rsid w:val="007367AA"/>
    <w:rsid w:val="0075111A"/>
    <w:rsid w:val="0075364D"/>
    <w:rsid w:val="00764E6C"/>
    <w:rsid w:val="007735B7"/>
    <w:rsid w:val="007849D1"/>
    <w:rsid w:val="007964F6"/>
    <w:rsid w:val="007A0DB6"/>
    <w:rsid w:val="007A2090"/>
    <w:rsid w:val="007A7401"/>
    <w:rsid w:val="007B7987"/>
    <w:rsid w:val="007C7E33"/>
    <w:rsid w:val="007C7F4D"/>
    <w:rsid w:val="007D43AE"/>
    <w:rsid w:val="007D5D02"/>
    <w:rsid w:val="007E071C"/>
    <w:rsid w:val="007F0EAB"/>
    <w:rsid w:val="007F1299"/>
    <w:rsid w:val="00800468"/>
    <w:rsid w:val="00800842"/>
    <w:rsid w:val="0080674D"/>
    <w:rsid w:val="00807AB8"/>
    <w:rsid w:val="00811A92"/>
    <w:rsid w:val="008147C7"/>
    <w:rsid w:val="00814908"/>
    <w:rsid w:val="00821835"/>
    <w:rsid w:val="00831F1A"/>
    <w:rsid w:val="00832FA7"/>
    <w:rsid w:val="00841F1F"/>
    <w:rsid w:val="00842F5E"/>
    <w:rsid w:val="00846FC0"/>
    <w:rsid w:val="00850E6C"/>
    <w:rsid w:val="0085360B"/>
    <w:rsid w:val="00886B64"/>
    <w:rsid w:val="0089474C"/>
    <w:rsid w:val="008952CE"/>
    <w:rsid w:val="00895F8F"/>
    <w:rsid w:val="00897A63"/>
    <w:rsid w:val="00897EB8"/>
    <w:rsid w:val="008A00F6"/>
    <w:rsid w:val="008B44EC"/>
    <w:rsid w:val="008B507C"/>
    <w:rsid w:val="008B624B"/>
    <w:rsid w:val="008C0EF0"/>
    <w:rsid w:val="008C5EE9"/>
    <w:rsid w:val="008D4079"/>
    <w:rsid w:val="008D4418"/>
    <w:rsid w:val="008E54CE"/>
    <w:rsid w:val="008E73AA"/>
    <w:rsid w:val="008F1368"/>
    <w:rsid w:val="008F46E7"/>
    <w:rsid w:val="00904344"/>
    <w:rsid w:val="009055E3"/>
    <w:rsid w:val="00911E6E"/>
    <w:rsid w:val="0091255B"/>
    <w:rsid w:val="00915FBA"/>
    <w:rsid w:val="00925357"/>
    <w:rsid w:val="009328D8"/>
    <w:rsid w:val="009331D8"/>
    <w:rsid w:val="00940455"/>
    <w:rsid w:val="0094306B"/>
    <w:rsid w:val="009517A1"/>
    <w:rsid w:val="00952D22"/>
    <w:rsid w:val="00961858"/>
    <w:rsid w:val="009628B2"/>
    <w:rsid w:val="00965A83"/>
    <w:rsid w:val="00977A90"/>
    <w:rsid w:val="0098064C"/>
    <w:rsid w:val="00981ACB"/>
    <w:rsid w:val="00982119"/>
    <w:rsid w:val="009863AF"/>
    <w:rsid w:val="00986942"/>
    <w:rsid w:val="00992F95"/>
    <w:rsid w:val="0099302C"/>
    <w:rsid w:val="009A312B"/>
    <w:rsid w:val="009A3D2C"/>
    <w:rsid w:val="009B0768"/>
    <w:rsid w:val="009B2C2F"/>
    <w:rsid w:val="009B37F8"/>
    <w:rsid w:val="009C25B2"/>
    <w:rsid w:val="009C575C"/>
    <w:rsid w:val="009C73D9"/>
    <w:rsid w:val="009D3BF9"/>
    <w:rsid w:val="009D44CA"/>
    <w:rsid w:val="009D4A04"/>
    <w:rsid w:val="009F1AD5"/>
    <w:rsid w:val="009F6570"/>
    <w:rsid w:val="00A00D5C"/>
    <w:rsid w:val="00A053CB"/>
    <w:rsid w:val="00A1072A"/>
    <w:rsid w:val="00A17893"/>
    <w:rsid w:val="00A216C1"/>
    <w:rsid w:val="00A41DE0"/>
    <w:rsid w:val="00A44542"/>
    <w:rsid w:val="00A54B36"/>
    <w:rsid w:val="00A55F3F"/>
    <w:rsid w:val="00A606EE"/>
    <w:rsid w:val="00A659A4"/>
    <w:rsid w:val="00A66F33"/>
    <w:rsid w:val="00A735F4"/>
    <w:rsid w:val="00A736E0"/>
    <w:rsid w:val="00A80A28"/>
    <w:rsid w:val="00A80A75"/>
    <w:rsid w:val="00A82FAF"/>
    <w:rsid w:val="00AA1F76"/>
    <w:rsid w:val="00AA2382"/>
    <w:rsid w:val="00AA3E0D"/>
    <w:rsid w:val="00AB0DDF"/>
    <w:rsid w:val="00AB2155"/>
    <w:rsid w:val="00AB2204"/>
    <w:rsid w:val="00AB25AC"/>
    <w:rsid w:val="00AB577B"/>
    <w:rsid w:val="00AB5B18"/>
    <w:rsid w:val="00AB5EB4"/>
    <w:rsid w:val="00AB5F64"/>
    <w:rsid w:val="00AD3ADE"/>
    <w:rsid w:val="00AD53E5"/>
    <w:rsid w:val="00AE1536"/>
    <w:rsid w:val="00AE35AD"/>
    <w:rsid w:val="00AF6721"/>
    <w:rsid w:val="00B00FEC"/>
    <w:rsid w:val="00B06945"/>
    <w:rsid w:val="00B110FE"/>
    <w:rsid w:val="00B11922"/>
    <w:rsid w:val="00B1483C"/>
    <w:rsid w:val="00B314E3"/>
    <w:rsid w:val="00B316AE"/>
    <w:rsid w:val="00B34382"/>
    <w:rsid w:val="00B34BF9"/>
    <w:rsid w:val="00B41778"/>
    <w:rsid w:val="00B55D1F"/>
    <w:rsid w:val="00B639C7"/>
    <w:rsid w:val="00B7003A"/>
    <w:rsid w:val="00B71DA4"/>
    <w:rsid w:val="00B742B0"/>
    <w:rsid w:val="00B77A72"/>
    <w:rsid w:val="00B8219B"/>
    <w:rsid w:val="00B8366C"/>
    <w:rsid w:val="00B83B78"/>
    <w:rsid w:val="00B9451F"/>
    <w:rsid w:val="00BA0770"/>
    <w:rsid w:val="00BA3B6E"/>
    <w:rsid w:val="00BB0B73"/>
    <w:rsid w:val="00BB0FB1"/>
    <w:rsid w:val="00BB227B"/>
    <w:rsid w:val="00BB3BFC"/>
    <w:rsid w:val="00BB4333"/>
    <w:rsid w:val="00BC2FE5"/>
    <w:rsid w:val="00BC40E6"/>
    <w:rsid w:val="00BD1F21"/>
    <w:rsid w:val="00BD4973"/>
    <w:rsid w:val="00BE1D03"/>
    <w:rsid w:val="00BE2203"/>
    <w:rsid w:val="00BE22E7"/>
    <w:rsid w:val="00BE2F3C"/>
    <w:rsid w:val="00BF4C18"/>
    <w:rsid w:val="00C1361A"/>
    <w:rsid w:val="00C149C2"/>
    <w:rsid w:val="00C1674A"/>
    <w:rsid w:val="00C354A7"/>
    <w:rsid w:val="00C41F9E"/>
    <w:rsid w:val="00C42016"/>
    <w:rsid w:val="00C567B7"/>
    <w:rsid w:val="00C5789B"/>
    <w:rsid w:val="00C62FB2"/>
    <w:rsid w:val="00C657B9"/>
    <w:rsid w:val="00C70592"/>
    <w:rsid w:val="00C82164"/>
    <w:rsid w:val="00C822A7"/>
    <w:rsid w:val="00C827A6"/>
    <w:rsid w:val="00C8669C"/>
    <w:rsid w:val="00C869C2"/>
    <w:rsid w:val="00C90CFA"/>
    <w:rsid w:val="00C93E9C"/>
    <w:rsid w:val="00CB47C7"/>
    <w:rsid w:val="00CC3C80"/>
    <w:rsid w:val="00CC66A3"/>
    <w:rsid w:val="00CC7E54"/>
    <w:rsid w:val="00CD01F5"/>
    <w:rsid w:val="00CD43C1"/>
    <w:rsid w:val="00CF001F"/>
    <w:rsid w:val="00D01732"/>
    <w:rsid w:val="00D165CD"/>
    <w:rsid w:val="00D22E4C"/>
    <w:rsid w:val="00D249B1"/>
    <w:rsid w:val="00D31661"/>
    <w:rsid w:val="00D34E78"/>
    <w:rsid w:val="00D442CA"/>
    <w:rsid w:val="00D446A0"/>
    <w:rsid w:val="00D452B9"/>
    <w:rsid w:val="00D45B95"/>
    <w:rsid w:val="00D54B66"/>
    <w:rsid w:val="00D57396"/>
    <w:rsid w:val="00D576C7"/>
    <w:rsid w:val="00D632A7"/>
    <w:rsid w:val="00D765CD"/>
    <w:rsid w:val="00D82FEE"/>
    <w:rsid w:val="00D96C9F"/>
    <w:rsid w:val="00DA08AE"/>
    <w:rsid w:val="00DA6716"/>
    <w:rsid w:val="00DB0300"/>
    <w:rsid w:val="00DB4E93"/>
    <w:rsid w:val="00DB5D08"/>
    <w:rsid w:val="00DC01AE"/>
    <w:rsid w:val="00DC3B20"/>
    <w:rsid w:val="00DD0B9A"/>
    <w:rsid w:val="00DD1EAF"/>
    <w:rsid w:val="00DD2D94"/>
    <w:rsid w:val="00DE1EA5"/>
    <w:rsid w:val="00DE2D8E"/>
    <w:rsid w:val="00DE6D1C"/>
    <w:rsid w:val="00DF7B70"/>
    <w:rsid w:val="00E04450"/>
    <w:rsid w:val="00E04A15"/>
    <w:rsid w:val="00E07068"/>
    <w:rsid w:val="00E10C9E"/>
    <w:rsid w:val="00E2005E"/>
    <w:rsid w:val="00E23A2D"/>
    <w:rsid w:val="00E23B9A"/>
    <w:rsid w:val="00E25A93"/>
    <w:rsid w:val="00E2763E"/>
    <w:rsid w:val="00E31DA3"/>
    <w:rsid w:val="00E53774"/>
    <w:rsid w:val="00E746DE"/>
    <w:rsid w:val="00E766C0"/>
    <w:rsid w:val="00E77C69"/>
    <w:rsid w:val="00E81791"/>
    <w:rsid w:val="00E83C8C"/>
    <w:rsid w:val="00EA3513"/>
    <w:rsid w:val="00EA70F7"/>
    <w:rsid w:val="00EB0376"/>
    <w:rsid w:val="00EB1E1B"/>
    <w:rsid w:val="00EB4F5A"/>
    <w:rsid w:val="00EC2557"/>
    <w:rsid w:val="00EC5C0B"/>
    <w:rsid w:val="00EC6410"/>
    <w:rsid w:val="00EC6C78"/>
    <w:rsid w:val="00ED0743"/>
    <w:rsid w:val="00ED55BE"/>
    <w:rsid w:val="00EF0E9A"/>
    <w:rsid w:val="00EF75EA"/>
    <w:rsid w:val="00F013B1"/>
    <w:rsid w:val="00F02567"/>
    <w:rsid w:val="00F02B0C"/>
    <w:rsid w:val="00F04014"/>
    <w:rsid w:val="00F06CA7"/>
    <w:rsid w:val="00F318CA"/>
    <w:rsid w:val="00F31D20"/>
    <w:rsid w:val="00F328F2"/>
    <w:rsid w:val="00F344FB"/>
    <w:rsid w:val="00F34DDC"/>
    <w:rsid w:val="00F405AE"/>
    <w:rsid w:val="00F4279E"/>
    <w:rsid w:val="00F45753"/>
    <w:rsid w:val="00F46036"/>
    <w:rsid w:val="00F5073F"/>
    <w:rsid w:val="00F53930"/>
    <w:rsid w:val="00F57B0C"/>
    <w:rsid w:val="00F61908"/>
    <w:rsid w:val="00F63F98"/>
    <w:rsid w:val="00F66FEB"/>
    <w:rsid w:val="00F677B4"/>
    <w:rsid w:val="00F838E9"/>
    <w:rsid w:val="00F840BB"/>
    <w:rsid w:val="00F87962"/>
    <w:rsid w:val="00F93D33"/>
    <w:rsid w:val="00FA052E"/>
    <w:rsid w:val="00FA2B3D"/>
    <w:rsid w:val="00FA74BD"/>
    <w:rsid w:val="00FB11E6"/>
    <w:rsid w:val="00FB2405"/>
    <w:rsid w:val="00FB2CA2"/>
    <w:rsid w:val="00FB3637"/>
    <w:rsid w:val="00FB467F"/>
    <w:rsid w:val="00FB6D1E"/>
    <w:rsid w:val="00FC32D6"/>
    <w:rsid w:val="00FC3322"/>
    <w:rsid w:val="00FD3CC6"/>
    <w:rsid w:val="00FD4E30"/>
    <w:rsid w:val="00FF1D83"/>
    <w:rsid w:val="00FF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5E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32283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4D37"/>
  </w:style>
  <w:style w:type="paragraph" w:styleId="Footer">
    <w:name w:val="footer"/>
    <w:basedOn w:val="Normal"/>
    <w:link w:val="FooterChar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84D37"/>
  </w:style>
  <w:style w:type="paragraph" w:customStyle="1" w:styleId="a">
    <w:name w:val="Знак Знак Знак Знак Знак Знак Знак Знак Знак Знак"/>
    <w:basedOn w:val="Normal"/>
    <w:uiPriority w:val="99"/>
    <w:rsid w:val="003A4ED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E0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E09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7690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21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933</Words>
  <Characters>5322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2014-05-26T05:13:00Z</cp:lastPrinted>
  <dcterms:created xsi:type="dcterms:W3CDTF">2014-05-29T10:47:00Z</dcterms:created>
  <dcterms:modified xsi:type="dcterms:W3CDTF">2014-05-30T05:26:00Z</dcterms:modified>
</cp:coreProperties>
</file>